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D283B" w14:textId="5528413D"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180CC9">
        <w:rPr>
          <w:rFonts w:ascii="Corbel" w:hAnsi="Corbel"/>
          <w:bCs/>
          <w:i/>
          <w:sz w:val="24"/>
          <w:szCs w:val="24"/>
        </w:rPr>
        <w:t>7</w:t>
      </w:r>
      <w:r w:rsidR="00F17567" w:rsidRPr="0063753F">
        <w:rPr>
          <w:rFonts w:ascii="Corbel" w:hAnsi="Corbel"/>
          <w:bCs/>
          <w:i/>
          <w:sz w:val="24"/>
          <w:szCs w:val="24"/>
        </w:rPr>
        <w:t>/20</w:t>
      </w:r>
      <w:r w:rsidR="00180CC9">
        <w:rPr>
          <w:rFonts w:ascii="Corbel" w:hAnsi="Corbel"/>
          <w:bCs/>
          <w:i/>
          <w:sz w:val="24"/>
          <w:szCs w:val="24"/>
        </w:rPr>
        <w:t>23</w:t>
      </w:r>
    </w:p>
    <w:p w14:paraId="14ED1B74" w14:textId="77777777"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14:paraId="6742F792" w14:textId="3CBB7622" w:rsidR="0085747A" w:rsidRPr="0063753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13685B" w:rsidRPr="0063753F">
        <w:rPr>
          <w:rFonts w:ascii="Corbel" w:hAnsi="Corbel"/>
          <w:i/>
          <w:smallCaps/>
          <w:sz w:val="24"/>
          <w:szCs w:val="24"/>
        </w:rPr>
        <w:t>202</w:t>
      </w:r>
      <w:r w:rsidR="00EE340F">
        <w:rPr>
          <w:rFonts w:ascii="Corbel" w:hAnsi="Corbel"/>
          <w:i/>
          <w:smallCaps/>
          <w:sz w:val="24"/>
          <w:szCs w:val="24"/>
        </w:rPr>
        <w:t>3</w:t>
      </w:r>
      <w:r w:rsidR="007D484F" w:rsidRPr="0063753F">
        <w:rPr>
          <w:rFonts w:ascii="Corbel" w:hAnsi="Corbel"/>
          <w:i/>
          <w:smallCaps/>
          <w:sz w:val="24"/>
          <w:szCs w:val="24"/>
        </w:rPr>
        <w:t>-202</w:t>
      </w:r>
      <w:r w:rsidR="00EE340F">
        <w:rPr>
          <w:rFonts w:ascii="Corbel" w:hAnsi="Corbel"/>
          <w:i/>
          <w:smallCaps/>
          <w:sz w:val="24"/>
          <w:szCs w:val="24"/>
        </w:rPr>
        <w:t>5</w:t>
      </w:r>
    </w:p>
    <w:p w14:paraId="0F20925B" w14:textId="4204AF10"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</w:t>
      </w:r>
      <w:r w:rsidR="00EE340F">
        <w:rPr>
          <w:rFonts w:ascii="Corbel" w:hAnsi="Corbel"/>
          <w:sz w:val="24"/>
          <w:szCs w:val="24"/>
        </w:rPr>
        <w:t>3</w:t>
      </w:r>
      <w:r w:rsidR="0013685B" w:rsidRPr="0063753F">
        <w:rPr>
          <w:rFonts w:ascii="Corbel" w:hAnsi="Corbel"/>
          <w:sz w:val="24"/>
          <w:szCs w:val="24"/>
        </w:rPr>
        <w:t>/202</w:t>
      </w:r>
      <w:r w:rsidR="00EE340F">
        <w:rPr>
          <w:rFonts w:ascii="Corbel" w:hAnsi="Corbel"/>
          <w:sz w:val="24"/>
          <w:szCs w:val="24"/>
        </w:rPr>
        <w:t>4</w:t>
      </w:r>
    </w:p>
    <w:p w14:paraId="6F9B5944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BC65FD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14:paraId="5AFA0CA4" w14:textId="77777777" w:rsidTr="00B819C8">
        <w:tc>
          <w:tcPr>
            <w:tcW w:w="2694" w:type="dxa"/>
            <w:vAlign w:val="center"/>
          </w:tcPr>
          <w:p w14:paraId="17A15E20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A4A27B" w14:textId="77777777"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14:paraId="016F1D04" w14:textId="77777777" w:rsidTr="00B819C8">
        <w:tc>
          <w:tcPr>
            <w:tcW w:w="2694" w:type="dxa"/>
            <w:vAlign w:val="center"/>
          </w:tcPr>
          <w:p w14:paraId="45C3E61D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FCE04" w14:textId="77777777"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14:paraId="1E4025BC" w14:textId="77777777" w:rsidTr="00B819C8">
        <w:tc>
          <w:tcPr>
            <w:tcW w:w="2694" w:type="dxa"/>
            <w:vAlign w:val="center"/>
          </w:tcPr>
          <w:p w14:paraId="1EB8C05A" w14:textId="42923CCA" w:rsidR="0085747A" w:rsidRPr="0063753F" w:rsidRDefault="009D2D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B80262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14:paraId="288F9C69" w14:textId="77777777" w:rsidTr="00B819C8">
        <w:tc>
          <w:tcPr>
            <w:tcW w:w="2694" w:type="dxa"/>
            <w:vAlign w:val="center"/>
          </w:tcPr>
          <w:p w14:paraId="1DF45B01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EBF3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14:paraId="13D39C19" w14:textId="77777777" w:rsidTr="00B819C8">
        <w:tc>
          <w:tcPr>
            <w:tcW w:w="2694" w:type="dxa"/>
            <w:vAlign w:val="center"/>
          </w:tcPr>
          <w:p w14:paraId="2870431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CB5047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14:paraId="510406E6" w14:textId="77777777" w:rsidTr="00B819C8">
        <w:tc>
          <w:tcPr>
            <w:tcW w:w="2694" w:type="dxa"/>
            <w:vAlign w:val="center"/>
          </w:tcPr>
          <w:p w14:paraId="38181890" w14:textId="77777777"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732FF8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14:paraId="765E5AE0" w14:textId="77777777" w:rsidTr="00B819C8">
        <w:tc>
          <w:tcPr>
            <w:tcW w:w="2694" w:type="dxa"/>
            <w:vAlign w:val="center"/>
          </w:tcPr>
          <w:p w14:paraId="22897C2D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D7CE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3753F" w14:paraId="62B0B467" w14:textId="77777777" w:rsidTr="00B819C8">
        <w:tc>
          <w:tcPr>
            <w:tcW w:w="2694" w:type="dxa"/>
            <w:vAlign w:val="center"/>
          </w:tcPr>
          <w:p w14:paraId="1CD127DB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F2C65E" w14:textId="713E66BC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stacjonarn</w:t>
            </w:r>
            <w:r w:rsidR="009126D0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85747A" w:rsidRPr="0063753F" w14:paraId="1E245902" w14:textId="77777777" w:rsidTr="00B819C8">
        <w:tc>
          <w:tcPr>
            <w:tcW w:w="2694" w:type="dxa"/>
            <w:vAlign w:val="center"/>
          </w:tcPr>
          <w:p w14:paraId="3005AC5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21033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14:paraId="1DEAB04E" w14:textId="77777777" w:rsidTr="00B819C8">
        <w:tc>
          <w:tcPr>
            <w:tcW w:w="2694" w:type="dxa"/>
            <w:vAlign w:val="center"/>
          </w:tcPr>
          <w:p w14:paraId="73776B74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23727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14:paraId="04AFF591" w14:textId="77777777" w:rsidTr="00B819C8">
        <w:tc>
          <w:tcPr>
            <w:tcW w:w="2694" w:type="dxa"/>
            <w:vAlign w:val="center"/>
          </w:tcPr>
          <w:p w14:paraId="4F7A71B5" w14:textId="77777777"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6910A3" w14:textId="77777777"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14:paraId="65EA9463" w14:textId="77777777" w:rsidTr="00B819C8">
        <w:tc>
          <w:tcPr>
            <w:tcW w:w="2694" w:type="dxa"/>
            <w:vAlign w:val="center"/>
          </w:tcPr>
          <w:p w14:paraId="6D6C5F9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B17B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14:paraId="61AA2E04" w14:textId="77777777" w:rsidTr="00B819C8">
        <w:tc>
          <w:tcPr>
            <w:tcW w:w="2694" w:type="dxa"/>
            <w:vAlign w:val="center"/>
          </w:tcPr>
          <w:p w14:paraId="734B750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D47571" w14:textId="77777777"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8B4319C" w14:textId="77777777"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14:paraId="13E00591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241A1" w14:textId="77777777"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C6892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3753F" w14:paraId="7D1F81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3E3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14:paraId="4ACA460E" w14:textId="77777777"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51B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Wykł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B0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A82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Konw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AF3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C3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Sem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825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1030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Prakt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6FB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9EBD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14:paraId="2E4162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AC7" w14:textId="77777777"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852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E70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20D9" w14:textId="77777777" w:rsidR="00015B8F" w:rsidRPr="0063753F" w:rsidRDefault="00C21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0D94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493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DFA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0F7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1D8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B90" w14:textId="28A74C51" w:rsidR="00015B8F" w:rsidRPr="0063753F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E546E" w14:textId="77777777"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79CA5E" w14:textId="77777777"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539C9" w14:textId="77777777"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14:paraId="1196B25B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451AD5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234C0C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294D10" w14:textId="77777777"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 xml:space="preserve">: </w:t>
      </w:r>
      <w:r w:rsidR="00E6174A">
        <w:rPr>
          <w:rFonts w:ascii="Corbel" w:hAnsi="Corbel"/>
          <w:b w:val="0"/>
          <w:smallCaps w:val="0"/>
          <w:szCs w:val="24"/>
        </w:rPr>
        <w:t>ZALICZENIE Z OCENĄ</w:t>
      </w:r>
    </w:p>
    <w:p w14:paraId="737E3D72" w14:textId="77777777"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82810" w14:textId="77777777"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5CC26" w14:textId="77777777"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37C6608" w14:textId="77777777" w:rsidTr="00745302">
        <w:tc>
          <w:tcPr>
            <w:tcW w:w="9670" w:type="dxa"/>
          </w:tcPr>
          <w:p w14:paraId="0CA59B95" w14:textId="77777777"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14:paraId="484E6B6F" w14:textId="77777777"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62F92D" w14:textId="77777777"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FE1CFF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AB40D3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9E7E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lastRenderedPageBreak/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14:paraId="0CE71853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CE5BF" w14:textId="77777777"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14:paraId="56268FB3" w14:textId="77777777"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63753F" w14:paraId="3032F6F4" w14:textId="77777777" w:rsidTr="00961815">
        <w:tc>
          <w:tcPr>
            <w:tcW w:w="230" w:type="pct"/>
            <w:vAlign w:val="center"/>
          </w:tcPr>
          <w:p w14:paraId="2063B28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14:paraId="2BC4991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14:paraId="7559113B" w14:textId="77777777" w:rsidTr="00961815">
        <w:tc>
          <w:tcPr>
            <w:tcW w:w="230" w:type="pct"/>
            <w:vAlign w:val="center"/>
          </w:tcPr>
          <w:p w14:paraId="2E38CD6D" w14:textId="77777777"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14:paraId="542D9FD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14:paraId="0424E285" w14:textId="77777777" w:rsidTr="00961815">
        <w:tc>
          <w:tcPr>
            <w:tcW w:w="230" w:type="pct"/>
            <w:vAlign w:val="center"/>
          </w:tcPr>
          <w:p w14:paraId="74F6EB6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14:paraId="3FB0FE9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14:paraId="592CDF60" w14:textId="77777777" w:rsidTr="00961815">
        <w:tc>
          <w:tcPr>
            <w:tcW w:w="230" w:type="pct"/>
            <w:vAlign w:val="center"/>
          </w:tcPr>
          <w:p w14:paraId="1612CA1B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14:paraId="69E033B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14:paraId="41E2CF12" w14:textId="77777777" w:rsidTr="00961815">
        <w:tc>
          <w:tcPr>
            <w:tcW w:w="230" w:type="pct"/>
            <w:vAlign w:val="center"/>
          </w:tcPr>
          <w:p w14:paraId="2982554C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14:paraId="080EFBE9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14:paraId="352EAC9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9F3E5F" w14:textId="77777777"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14:paraId="2A289A7B" w14:textId="77777777"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53F" w14:paraId="44F643AA" w14:textId="77777777" w:rsidTr="0071620A">
        <w:tc>
          <w:tcPr>
            <w:tcW w:w="1701" w:type="dxa"/>
            <w:vAlign w:val="center"/>
          </w:tcPr>
          <w:p w14:paraId="72BB1D99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6B6A46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D8C44A" w14:textId="77777777"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EF21F3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14:paraId="65AF24BC" w14:textId="77777777" w:rsidTr="005E6E85">
        <w:tc>
          <w:tcPr>
            <w:tcW w:w="1701" w:type="dxa"/>
          </w:tcPr>
          <w:p w14:paraId="368EA92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FCE3B7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14:paraId="15B89815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14:paraId="159F8D6C" w14:textId="77777777" w:rsidTr="005E6E85">
        <w:tc>
          <w:tcPr>
            <w:tcW w:w="1701" w:type="dxa"/>
          </w:tcPr>
          <w:p w14:paraId="0B21289A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1F496E" w14:textId="77777777"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14:paraId="5550BE4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14:paraId="3E097D70" w14:textId="77777777" w:rsidTr="005E6E85">
        <w:tc>
          <w:tcPr>
            <w:tcW w:w="1701" w:type="dxa"/>
          </w:tcPr>
          <w:p w14:paraId="2501187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154C5A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14:paraId="6A1EE379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14:paraId="1FF291A5" w14:textId="77777777" w:rsidTr="005E6E85">
        <w:tc>
          <w:tcPr>
            <w:tcW w:w="1701" w:type="dxa"/>
          </w:tcPr>
          <w:p w14:paraId="0D1DFB6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430785" w14:textId="77777777"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14:paraId="7084566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14:paraId="0E97DE38" w14:textId="77777777" w:rsidTr="005E6E85">
        <w:tc>
          <w:tcPr>
            <w:tcW w:w="1701" w:type="dxa"/>
          </w:tcPr>
          <w:p w14:paraId="37CA28A8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18673F8" w14:textId="77777777"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14:paraId="7E1BE11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34C54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26607" w14:textId="77777777"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14:paraId="0790FDF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14:paraId="606C14B8" w14:textId="77777777"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5DCAB77" w14:textId="77777777" w:rsidTr="00923D7D">
        <w:tc>
          <w:tcPr>
            <w:tcW w:w="9639" w:type="dxa"/>
          </w:tcPr>
          <w:p w14:paraId="2D63B9D3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14:paraId="01C39FC2" w14:textId="77777777" w:rsidTr="00923D7D">
        <w:tc>
          <w:tcPr>
            <w:tcW w:w="9639" w:type="dxa"/>
          </w:tcPr>
          <w:p w14:paraId="5DAAEFF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1F14ED9B" w14:textId="77777777" w:rsidTr="00923D7D">
        <w:tc>
          <w:tcPr>
            <w:tcW w:w="9639" w:type="dxa"/>
          </w:tcPr>
          <w:p w14:paraId="48D49996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7E0E8DAC" w14:textId="77777777" w:rsidTr="00923D7D">
        <w:tc>
          <w:tcPr>
            <w:tcW w:w="9639" w:type="dxa"/>
          </w:tcPr>
          <w:p w14:paraId="00EC233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5E0A42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BC2DE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14:paraId="3F3A3CBB" w14:textId="77777777"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E70BBA3" w14:textId="77777777" w:rsidTr="00923D7D">
        <w:tc>
          <w:tcPr>
            <w:tcW w:w="9639" w:type="dxa"/>
          </w:tcPr>
          <w:p w14:paraId="383899CA" w14:textId="77777777"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14:paraId="7A2215E0" w14:textId="77777777" w:rsidTr="00923D7D">
        <w:tc>
          <w:tcPr>
            <w:tcW w:w="9639" w:type="dxa"/>
          </w:tcPr>
          <w:p w14:paraId="75DB5393" w14:textId="77777777"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14:paraId="1CF6F39A" w14:textId="77777777" w:rsidTr="00923D7D">
        <w:tc>
          <w:tcPr>
            <w:tcW w:w="9639" w:type="dxa"/>
          </w:tcPr>
          <w:p w14:paraId="08AE2CBD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14:paraId="2619D291" w14:textId="77777777" w:rsidTr="00923D7D">
        <w:tc>
          <w:tcPr>
            <w:tcW w:w="9639" w:type="dxa"/>
          </w:tcPr>
          <w:p w14:paraId="48EC237A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63753F" w14:paraId="3FD5ECB0" w14:textId="77777777" w:rsidTr="00923D7D">
        <w:tc>
          <w:tcPr>
            <w:tcW w:w="9639" w:type="dxa"/>
          </w:tcPr>
          <w:p w14:paraId="47AFD6F2" w14:textId="77777777"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14:paraId="6C240FB2" w14:textId="77777777" w:rsidTr="00923D7D">
        <w:tc>
          <w:tcPr>
            <w:tcW w:w="9639" w:type="dxa"/>
          </w:tcPr>
          <w:p w14:paraId="0CE5EF90" w14:textId="77777777"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14:paraId="3E7B1C3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57FCF" w14:textId="77777777"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14:paraId="4C34F34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C4C9" w14:textId="77777777"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93B0C44" w14:textId="77777777"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14:paraId="59525DD9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7432B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8B3B2" w14:textId="77777777"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14:paraId="7EE27CCA" w14:textId="77777777"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A5C60" w14:textId="77777777"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14:paraId="4116A69E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3753F" w14:paraId="74EC2DC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D02C9C7" w14:textId="77777777"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38A9F" w14:textId="77777777"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5E9B980" w14:textId="77777777"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7E1EC5" w14:textId="77777777"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6F390A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63753F" w14:paraId="36B130D1" w14:textId="77777777" w:rsidTr="00C05F44">
        <w:tc>
          <w:tcPr>
            <w:tcW w:w="1985" w:type="dxa"/>
          </w:tcPr>
          <w:p w14:paraId="23A593A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21E051F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4B74A7A" w14:textId="77777777"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2E6EB4B" w14:textId="77777777" w:rsidTr="00C05F44">
        <w:tc>
          <w:tcPr>
            <w:tcW w:w="1985" w:type="dxa"/>
          </w:tcPr>
          <w:p w14:paraId="46AA9D90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A6B7CC6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289E7B24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1B78A6A4" w14:textId="77777777" w:rsidTr="00C05F44">
        <w:tc>
          <w:tcPr>
            <w:tcW w:w="1985" w:type="dxa"/>
          </w:tcPr>
          <w:p w14:paraId="4FDD8692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805F37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57D1821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49A31130" w14:textId="77777777" w:rsidTr="00C05F44">
        <w:tc>
          <w:tcPr>
            <w:tcW w:w="1985" w:type="dxa"/>
          </w:tcPr>
          <w:p w14:paraId="7E9DB14C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A7BB02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7BDDBB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D2922EC" w14:textId="77777777" w:rsidTr="00C05F44">
        <w:tc>
          <w:tcPr>
            <w:tcW w:w="1985" w:type="dxa"/>
          </w:tcPr>
          <w:p w14:paraId="0FD74C3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936B10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1F7F2E8A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5E2D99D0" w14:textId="77777777"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2B7ED" w14:textId="77777777"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14:paraId="4A06C023" w14:textId="77777777"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C3E87D3" w14:textId="77777777" w:rsidTr="00923D7D">
        <w:tc>
          <w:tcPr>
            <w:tcW w:w="9670" w:type="dxa"/>
          </w:tcPr>
          <w:p w14:paraId="0005CBA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14:paraId="7963278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40%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14:paraId="6BEF452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14:paraId="553D915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5FE515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14:paraId="78822A33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499D2F3" w14:textId="77777777"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63753F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14:paraId="55ED716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5899E" w14:textId="77777777"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D212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63753F" w14:paraId="0C2E3C34" w14:textId="77777777" w:rsidTr="00AA7DD4">
        <w:tc>
          <w:tcPr>
            <w:tcW w:w="5245" w:type="dxa"/>
            <w:vAlign w:val="center"/>
          </w:tcPr>
          <w:p w14:paraId="408DBC32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8799AA4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14:paraId="68B67163" w14:textId="77777777" w:rsidTr="00AA7DD4">
        <w:tc>
          <w:tcPr>
            <w:tcW w:w="5245" w:type="dxa"/>
          </w:tcPr>
          <w:p w14:paraId="64C85A53" w14:textId="045BA6B1" w:rsidR="0085747A" w:rsidRPr="0063753F" w:rsidRDefault="00C61DC5" w:rsidP="00180C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63753F">
              <w:rPr>
                <w:rFonts w:ascii="Corbel" w:hAnsi="Corbel"/>
                <w:sz w:val="24"/>
                <w:szCs w:val="24"/>
              </w:rPr>
              <w:t>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53E0E45" w14:textId="77777777" w:rsidR="0085747A" w:rsidRPr="0063753F" w:rsidRDefault="00C21CB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53F" w14:paraId="2B9DD87A" w14:textId="77777777" w:rsidTr="00AA7DD4">
        <w:tc>
          <w:tcPr>
            <w:tcW w:w="5245" w:type="dxa"/>
          </w:tcPr>
          <w:p w14:paraId="3A28DAC7" w14:textId="77777777"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5DC8C7" w14:textId="6F3ADAC0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44EC54E2" w14:textId="11EC4668" w:rsidR="00C61DC5" w:rsidRPr="0063753F" w:rsidRDefault="009126D0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9812CBB" w14:textId="77777777" w:rsidR="00347F3C" w:rsidRPr="0063753F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3753F" w14:paraId="07BC611E" w14:textId="77777777" w:rsidTr="00AA7DD4">
        <w:tc>
          <w:tcPr>
            <w:tcW w:w="5245" w:type="dxa"/>
          </w:tcPr>
          <w:p w14:paraId="6186924A" w14:textId="2CCEA2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26D0">
              <w:rPr>
                <w:rFonts w:ascii="Corbel" w:hAnsi="Corbel"/>
                <w:sz w:val="24"/>
                <w:szCs w:val="24"/>
              </w:rPr>
              <w:t>:</w:t>
            </w:r>
          </w:p>
          <w:p w14:paraId="364E50EC" w14:textId="77777777" w:rsidR="009126D0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F8679A2" w14:textId="665FBABA" w:rsidR="009126D0" w:rsidRDefault="004003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6D0">
              <w:rPr>
                <w:rFonts w:ascii="Corbel" w:hAnsi="Corbel"/>
                <w:sz w:val="24"/>
                <w:szCs w:val="24"/>
              </w:rPr>
              <w:t>-</w:t>
            </w:r>
            <w:r w:rsidRPr="0063753F">
              <w:rPr>
                <w:rFonts w:ascii="Corbel" w:hAnsi="Corbel"/>
                <w:sz w:val="24"/>
                <w:szCs w:val="24"/>
              </w:rPr>
              <w:t>praca projektowa</w:t>
            </w:r>
          </w:p>
          <w:p w14:paraId="02A71626" w14:textId="018B4C63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</w:p>
        </w:tc>
        <w:tc>
          <w:tcPr>
            <w:tcW w:w="4394" w:type="dxa"/>
          </w:tcPr>
          <w:p w14:paraId="2F120520" w14:textId="77777777" w:rsidR="00C61DC5" w:rsidRDefault="00C61DC5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7069F8" w14:textId="77777777" w:rsidR="009126D0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2A92802" w14:textId="77777777" w:rsidR="009126D0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F096D8B" w14:textId="7E0BAEF0" w:rsidR="009126D0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3753F" w14:paraId="15749278" w14:textId="77777777" w:rsidTr="00AA7DD4">
        <w:tc>
          <w:tcPr>
            <w:tcW w:w="5245" w:type="dxa"/>
          </w:tcPr>
          <w:p w14:paraId="60E66A6D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28DD016" w14:textId="57178674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3753F" w14:paraId="38D0C95A" w14:textId="77777777" w:rsidTr="00AA7DD4">
        <w:tc>
          <w:tcPr>
            <w:tcW w:w="5245" w:type="dxa"/>
          </w:tcPr>
          <w:p w14:paraId="3423BB19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59CD6CB9" w14:textId="4ADC5221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C95ADC" w14:textId="77777777"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F899C" w14:textId="77777777"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ED76C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14:paraId="15DB3B74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14:paraId="1C4E873D" w14:textId="77777777" w:rsidTr="0071620A">
        <w:trPr>
          <w:trHeight w:val="397"/>
        </w:trPr>
        <w:tc>
          <w:tcPr>
            <w:tcW w:w="3544" w:type="dxa"/>
          </w:tcPr>
          <w:p w14:paraId="1684963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83F4AD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14:paraId="3EB22E4B" w14:textId="77777777" w:rsidTr="0071620A">
        <w:trPr>
          <w:trHeight w:val="397"/>
        </w:trPr>
        <w:tc>
          <w:tcPr>
            <w:tcW w:w="3544" w:type="dxa"/>
          </w:tcPr>
          <w:p w14:paraId="0BA6E257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45D968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A6BFF9" w14:textId="77777777"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F8D4C" w14:textId="77777777"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14:paraId="017C6E49" w14:textId="77777777"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14:paraId="7161DFD4" w14:textId="77777777" w:rsidTr="0071620A">
        <w:trPr>
          <w:trHeight w:val="397"/>
        </w:trPr>
        <w:tc>
          <w:tcPr>
            <w:tcW w:w="7513" w:type="dxa"/>
          </w:tcPr>
          <w:p w14:paraId="1D9F998C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D25E17" w14:textId="6FC7E8CB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Jóźwiak J., J. Podgórski J., Statystyka od podstaw, PWE, Warszawa </w:t>
            </w:r>
            <w:r w:rsidR="00FF1E6A">
              <w:rPr>
                <w:rFonts w:ascii="Corbel" w:hAnsi="Corbel"/>
                <w:sz w:val="24"/>
                <w:szCs w:val="24"/>
              </w:rPr>
              <w:t>2022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3770493F" w14:textId="7777777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14:paraId="69B6D083" w14:textId="42CADAF4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</w:t>
            </w:r>
            <w:r w:rsidR="00FF1E6A">
              <w:rPr>
                <w:rFonts w:ascii="Corbel" w:hAnsi="Corbel"/>
                <w:sz w:val="24"/>
                <w:szCs w:val="24"/>
              </w:rPr>
              <w:t>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256A12D9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14:paraId="133D3195" w14:textId="77777777" w:rsidTr="0071620A">
        <w:trPr>
          <w:trHeight w:val="397"/>
        </w:trPr>
        <w:tc>
          <w:tcPr>
            <w:tcW w:w="7513" w:type="dxa"/>
          </w:tcPr>
          <w:p w14:paraId="52D4AF6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5A68D3" w14:textId="515F9A6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>-Rokicka H., Mierniki statystyczne, PWE, Warszawa 20</w:t>
            </w:r>
            <w:r w:rsidR="00FF1E6A">
              <w:rPr>
                <w:rFonts w:ascii="Corbel" w:hAnsi="Corbel"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z w:val="24"/>
                <w:szCs w:val="24"/>
              </w:rPr>
              <w:t>1.</w:t>
            </w:r>
          </w:p>
          <w:p w14:paraId="5B742F08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A., Metody wnioskowania statystycznego, PWE, Warszawa </w:t>
            </w:r>
            <w:r w:rsidRPr="0063753F">
              <w:rPr>
                <w:rFonts w:ascii="Corbel" w:hAnsi="Corbel"/>
                <w:sz w:val="24"/>
                <w:szCs w:val="24"/>
              </w:rPr>
              <w:lastRenderedPageBreak/>
              <w:t>2001.</w:t>
            </w:r>
          </w:p>
        </w:tc>
      </w:tr>
    </w:tbl>
    <w:p w14:paraId="2DA3D548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9EED2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BA297" w14:textId="77777777"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A4DBC" w14:textId="77777777" w:rsidR="004E0E5A" w:rsidRDefault="004E0E5A" w:rsidP="00C16ABF">
      <w:pPr>
        <w:spacing w:after="0" w:line="240" w:lineRule="auto"/>
      </w:pPr>
      <w:r>
        <w:separator/>
      </w:r>
    </w:p>
  </w:endnote>
  <w:endnote w:type="continuationSeparator" w:id="0">
    <w:p w14:paraId="5AA2F5A8" w14:textId="77777777" w:rsidR="004E0E5A" w:rsidRDefault="004E0E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C0427" w14:textId="77777777" w:rsidR="004E0E5A" w:rsidRDefault="004E0E5A" w:rsidP="00C16ABF">
      <w:pPr>
        <w:spacing w:after="0" w:line="240" w:lineRule="auto"/>
      </w:pPr>
      <w:r>
        <w:separator/>
      </w:r>
    </w:p>
  </w:footnote>
  <w:footnote w:type="continuationSeparator" w:id="0">
    <w:p w14:paraId="7C6A3E3E" w14:textId="77777777" w:rsidR="004E0E5A" w:rsidRDefault="004E0E5A" w:rsidP="00C16ABF">
      <w:pPr>
        <w:spacing w:after="0" w:line="240" w:lineRule="auto"/>
      </w:pPr>
      <w:r>
        <w:continuationSeparator/>
      </w:r>
    </w:p>
  </w:footnote>
  <w:footnote w:id="1">
    <w:p w14:paraId="2BF2B1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CC9"/>
    <w:rsid w:val="00192F37"/>
    <w:rsid w:val="001A70D2"/>
    <w:rsid w:val="001D657B"/>
    <w:rsid w:val="001D7B54"/>
    <w:rsid w:val="001E0209"/>
    <w:rsid w:val="001E1AED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958B2"/>
    <w:rsid w:val="002962E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E0E5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84D"/>
    <w:rsid w:val="005A0855"/>
    <w:rsid w:val="005A3196"/>
    <w:rsid w:val="005B34EC"/>
    <w:rsid w:val="005C080F"/>
    <w:rsid w:val="005C55E5"/>
    <w:rsid w:val="005C696A"/>
    <w:rsid w:val="005E00E3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0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D2D13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0CF1"/>
    <w:rsid w:val="00D26B2C"/>
    <w:rsid w:val="00D2795A"/>
    <w:rsid w:val="00D352C9"/>
    <w:rsid w:val="00D368E5"/>
    <w:rsid w:val="00D425B2"/>
    <w:rsid w:val="00D42699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174A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340F"/>
    <w:rsid w:val="00EE5457"/>
    <w:rsid w:val="00EF18E6"/>
    <w:rsid w:val="00F070AB"/>
    <w:rsid w:val="00F17567"/>
    <w:rsid w:val="00F27A7B"/>
    <w:rsid w:val="00F526AF"/>
    <w:rsid w:val="00F617C3"/>
    <w:rsid w:val="00F64028"/>
    <w:rsid w:val="00F7066B"/>
    <w:rsid w:val="00F83B28"/>
    <w:rsid w:val="00F952E4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1E6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5AEE"/>
  <w15:docId w15:val="{5ABB0FE4-EF24-48A7-A93E-601991F8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57418-A98B-4709-AFB8-2D651C4E3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2020-10-13T09:18:00Z</cp:lastPrinted>
  <dcterms:created xsi:type="dcterms:W3CDTF">2019-11-20T17:17:00Z</dcterms:created>
  <dcterms:modified xsi:type="dcterms:W3CDTF">2023-04-20T09:12:00Z</dcterms:modified>
</cp:coreProperties>
</file>